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68"/>
      </w:tblGrid>
      <w:tr w:rsidR="0077799F">
        <w:tc>
          <w:tcPr>
            <w:tcW w:w="9568" w:type="dxa"/>
            <w:tcBorders>
              <w:top w:val="single" w:sz="18" w:space="0" w:color="auto"/>
              <w:bottom w:val="single" w:sz="18" w:space="0" w:color="auto"/>
            </w:tcBorders>
          </w:tcPr>
          <w:p w:rsidR="0077799F" w:rsidRDefault="0077799F">
            <w:pPr>
              <w:pStyle w:val="BodyTextIndent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3" o:spid="_x0000_s1026" type="#_x0000_t75" alt="Logo - FIU" style="position:absolute;left:0;text-align:left;margin-left:1.15pt;margin-top:5.8pt;width:49.7pt;height:27.25pt;z-index:251658240;visibility:visible" o:allowincell="f">
                  <v:imagedata r:id="rId5" o:title=""/>
                </v:shape>
              </w:pict>
            </w:r>
            <w:r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"Urubupungá"</w:t>
            </w:r>
          </w:p>
          <w:p w:rsidR="0077799F" w:rsidRDefault="0077799F">
            <w:pPr>
              <w:pStyle w:val="BodyTextIndent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77799F" w:rsidRDefault="0077799F" w:rsidP="00C32C0D">
            <w:pPr>
              <w:pStyle w:val="Heading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                  Av. Cel. Jonas Alves de Mello, 1660 – Centro – Pereira Barreto – São Paulo – Fones (018) 3704-4242 – FAX 3704-4222</w:t>
            </w:r>
          </w:p>
        </w:tc>
      </w:tr>
    </w:tbl>
    <w:p w:rsidR="0077799F" w:rsidRDefault="0077799F"/>
    <w:p w:rsidR="0077799F" w:rsidRDefault="0077799F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24.65pt;margin-top:3.5pt;width:254.15pt;height:17.7pt;z-index:251657216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77799F" w:rsidRDefault="0077799F"/>
    <w:p w:rsidR="0077799F" w:rsidRDefault="0077799F"/>
    <w:tbl>
      <w:tblPr>
        <w:tblW w:w="9723" w:type="dxa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3"/>
      </w:tblGrid>
      <w:tr w:rsidR="0077799F" w:rsidRPr="00A240B2">
        <w:trPr>
          <w:cantSplit/>
          <w:jc w:val="center"/>
        </w:trPr>
        <w:tc>
          <w:tcPr>
            <w:tcW w:w="9723" w:type="dxa"/>
            <w:tcBorders>
              <w:top w:val="single" w:sz="4" w:space="0" w:color="auto"/>
              <w:bottom w:val="single" w:sz="4" w:space="0" w:color="auto"/>
            </w:tcBorders>
          </w:tcPr>
          <w:p w:rsidR="0077799F" w:rsidRPr="00A240B2" w:rsidRDefault="0077799F" w:rsidP="00124DEE">
            <w:pPr>
              <w:pStyle w:val="Heading3"/>
              <w:rPr>
                <w:b w:val="0"/>
                <w:lang w:val="pt-BR"/>
              </w:rPr>
            </w:pPr>
            <w:r w:rsidRPr="00A240B2">
              <w:rPr>
                <w:b w:val="0"/>
                <w:lang w:val="pt-BR"/>
              </w:rPr>
              <w:t>COORDENADORIA:                          ADMINISTRAÇÃO</w:t>
            </w:r>
          </w:p>
        </w:tc>
      </w:tr>
    </w:tbl>
    <w:p w:rsidR="0077799F" w:rsidRPr="00A240B2" w:rsidRDefault="0077799F">
      <w:pPr>
        <w:pStyle w:val="Caption"/>
        <w:rPr>
          <w:b w:val="0"/>
          <w:sz w:val="20"/>
          <w:lang w:val="pt-BR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77799F" w:rsidRPr="00A240B2">
        <w:trPr>
          <w:cantSplit/>
          <w:jc w:val="center"/>
        </w:trPr>
        <w:tc>
          <w:tcPr>
            <w:tcW w:w="9667" w:type="dxa"/>
            <w:tcBorders>
              <w:top w:val="single" w:sz="4" w:space="0" w:color="auto"/>
              <w:bottom w:val="single" w:sz="4" w:space="0" w:color="auto"/>
            </w:tcBorders>
          </w:tcPr>
          <w:p w:rsidR="0077799F" w:rsidRPr="00A240B2" w:rsidRDefault="0077799F">
            <w:pPr>
              <w:pStyle w:val="Heading3"/>
              <w:rPr>
                <w:b w:val="0"/>
                <w:lang w:val="pt-BR"/>
              </w:rPr>
            </w:pPr>
            <w:r w:rsidRPr="00A240B2">
              <w:rPr>
                <w:b w:val="0"/>
                <w:lang w:val="pt-BR"/>
              </w:rPr>
              <w:t>DISCIPLINA:                                           ESTATÍSTICA</w:t>
            </w:r>
          </w:p>
        </w:tc>
      </w:tr>
    </w:tbl>
    <w:p w:rsidR="0077799F" w:rsidRPr="00A240B2" w:rsidRDefault="0077799F">
      <w:pPr>
        <w:rPr>
          <w:sz w:val="20"/>
          <w:szCs w:val="20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76"/>
        <w:gridCol w:w="1560"/>
        <w:gridCol w:w="2969"/>
        <w:gridCol w:w="1862"/>
      </w:tblGrid>
      <w:tr w:rsidR="0077799F" w:rsidRPr="00A240B2" w:rsidTr="000C13AA">
        <w:trPr>
          <w:cantSplit/>
          <w:jc w:val="center"/>
        </w:trPr>
        <w:tc>
          <w:tcPr>
            <w:tcW w:w="3276" w:type="dxa"/>
            <w:tcBorders>
              <w:top w:val="single" w:sz="2" w:space="0" w:color="auto"/>
            </w:tcBorders>
          </w:tcPr>
          <w:p w:rsidR="0077799F" w:rsidRPr="00A240B2" w:rsidRDefault="0077799F" w:rsidP="00792E79">
            <w:pPr>
              <w:pStyle w:val="Heading3"/>
              <w:rPr>
                <w:b w:val="0"/>
                <w:lang w:val="pt-BR"/>
              </w:rPr>
            </w:pPr>
            <w:r w:rsidRPr="00A240B2">
              <w:rPr>
                <w:b w:val="0"/>
                <w:lang w:val="pt-BR"/>
              </w:rPr>
              <w:t>CURSO:   Administração</w:t>
            </w: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77799F" w:rsidRPr="00A240B2" w:rsidRDefault="0077799F">
            <w:pPr>
              <w:pStyle w:val="Heading2"/>
              <w:rPr>
                <w:sz w:val="20"/>
                <w:lang w:val="pt-BR"/>
              </w:rPr>
            </w:pPr>
            <w:r w:rsidRPr="00A240B2">
              <w:rPr>
                <w:sz w:val="20"/>
                <w:lang w:val="pt-BR"/>
              </w:rPr>
              <w:t>SÉRIE:  2ª</w:t>
            </w:r>
          </w:p>
        </w:tc>
        <w:tc>
          <w:tcPr>
            <w:tcW w:w="2969" w:type="dxa"/>
            <w:tcBorders>
              <w:top w:val="single" w:sz="2" w:space="0" w:color="auto"/>
            </w:tcBorders>
          </w:tcPr>
          <w:p w:rsidR="0077799F" w:rsidRPr="00A240B2" w:rsidRDefault="0077799F">
            <w:pPr>
              <w:pStyle w:val="Heading3"/>
              <w:rPr>
                <w:b w:val="0"/>
                <w:lang w:val="pt-BR"/>
              </w:rPr>
            </w:pPr>
            <w:r w:rsidRPr="00A240B2">
              <w:rPr>
                <w:b w:val="0"/>
                <w:lang w:val="pt-BR"/>
              </w:rPr>
              <w:t>CARGA HORÁRIA:   80</w:t>
            </w:r>
          </w:p>
        </w:tc>
        <w:tc>
          <w:tcPr>
            <w:tcW w:w="1862" w:type="dxa"/>
            <w:tcBorders>
              <w:top w:val="single" w:sz="2" w:space="0" w:color="auto"/>
            </w:tcBorders>
          </w:tcPr>
          <w:p w:rsidR="0077799F" w:rsidRPr="00A240B2" w:rsidRDefault="0077799F">
            <w:pPr>
              <w:pStyle w:val="Heading3"/>
              <w:rPr>
                <w:b w:val="0"/>
                <w:lang w:val="pt-BR"/>
              </w:rPr>
            </w:pPr>
            <w:r w:rsidRPr="00A240B2">
              <w:rPr>
                <w:b w:val="0"/>
                <w:lang w:val="pt-BR"/>
              </w:rPr>
              <w:t>ANO: 2012</w:t>
            </w:r>
          </w:p>
        </w:tc>
      </w:tr>
    </w:tbl>
    <w:p w:rsidR="0077799F" w:rsidRPr="00A240B2" w:rsidRDefault="0077799F">
      <w:pPr>
        <w:rPr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77799F" w:rsidRPr="00A240B2">
        <w:trPr>
          <w:cantSplit/>
          <w:jc w:val="center"/>
        </w:trPr>
        <w:tc>
          <w:tcPr>
            <w:tcW w:w="9678" w:type="dxa"/>
            <w:tcBorders>
              <w:top w:val="single" w:sz="4" w:space="0" w:color="auto"/>
              <w:bottom w:val="single" w:sz="4" w:space="0" w:color="auto"/>
            </w:tcBorders>
          </w:tcPr>
          <w:p w:rsidR="0077799F" w:rsidRPr="00A240B2" w:rsidRDefault="0077799F">
            <w:pPr>
              <w:pStyle w:val="Heading3"/>
              <w:rPr>
                <w:b w:val="0"/>
                <w:lang w:val="pt-BR"/>
              </w:rPr>
            </w:pPr>
            <w:r w:rsidRPr="00A240B2">
              <w:rPr>
                <w:b w:val="0"/>
                <w:lang w:val="pt-BR"/>
              </w:rPr>
              <w:t>PROFESSOR:                             Moacir Ferreira de Amorim</w:t>
            </w:r>
          </w:p>
        </w:tc>
      </w:tr>
    </w:tbl>
    <w:p w:rsidR="0077799F" w:rsidRPr="00A240B2" w:rsidRDefault="0077799F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77799F" w:rsidRPr="00A240B2">
        <w:trPr>
          <w:trHeight w:val="312"/>
        </w:trPr>
        <w:tc>
          <w:tcPr>
            <w:tcW w:w="9640" w:type="dxa"/>
            <w:tcBorders>
              <w:bottom w:val="nil"/>
            </w:tcBorders>
          </w:tcPr>
          <w:p w:rsidR="0077799F" w:rsidRPr="00A240B2" w:rsidRDefault="0077799F">
            <w:pPr>
              <w:pStyle w:val="BodyText"/>
              <w:autoSpaceDE/>
              <w:autoSpaceDN/>
              <w:adjustRightInd/>
              <w:rPr>
                <w:bCs/>
                <w:iCs/>
                <w:sz w:val="20"/>
              </w:rPr>
            </w:pPr>
            <w:r w:rsidRPr="00A240B2">
              <w:rPr>
                <w:bCs/>
                <w:iCs/>
                <w:sz w:val="20"/>
              </w:rPr>
              <w:t xml:space="preserve">I-  EMENTA  </w:t>
            </w:r>
          </w:p>
        </w:tc>
      </w:tr>
      <w:tr w:rsidR="0077799F" w:rsidRPr="00A240B2">
        <w:tc>
          <w:tcPr>
            <w:tcW w:w="9640" w:type="dxa"/>
            <w:tcBorders>
              <w:top w:val="nil"/>
            </w:tcBorders>
          </w:tcPr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>Análise de Dados; Distribuição de Frequência; Descrição de Dados; Regressão e Correlação; Séries Temporais; Representação Gráfica; Números Índices; Teoria da Amostragem; Testes de Hipóteses; Noções de Cálculos Atuariais.</w:t>
            </w:r>
          </w:p>
        </w:tc>
      </w:tr>
    </w:tbl>
    <w:p w:rsidR="0077799F" w:rsidRPr="00A240B2" w:rsidRDefault="0077799F">
      <w:pPr>
        <w:rPr>
          <w:sz w:val="12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77799F" w:rsidRPr="00A240B2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77799F" w:rsidRPr="00A240B2" w:rsidRDefault="0077799F" w:rsidP="00370DBB">
            <w:pPr>
              <w:pStyle w:val="Heading3"/>
              <w:rPr>
                <w:b w:val="0"/>
                <w:lang w:val="pt-BR"/>
              </w:rPr>
            </w:pPr>
            <w:r w:rsidRPr="00A240B2">
              <w:rPr>
                <w:b w:val="0"/>
                <w:lang w:val="pt-BR"/>
              </w:rPr>
              <w:t>II – OBJETIVOS GERAIS</w:t>
            </w:r>
          </w:p>
        </w:tc>
      </w:tr>
      <w:tr w:rsidR="0077799F" w:rsidRPr="00A240B2" w:rsidTr="00A240B2">
        <w:trPr>
          <w:cantSplit/>
          <w:trHeight w:val="1429"/>
          <w:jc w:val="center"/>
        </w:trPr>
        <w:tc>
          <w:tcPr>
            <w:tcW w:w="9678" w:type="dxa"/>
            <w:tcBorders>
              <w:bottom w:val="single" w:sz="4" w:space="0" w:color="auto"/>
            </w:tcBorders>
          </w:tcPr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Proporcionar o desenvolvimento do raciocínio lógico e quantitativo; aplicar medidas   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quantitativas de estimação em amostras contábeis e econômicas; e compreender o 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relacionamento de variáveis na explicação de grandezas contábeis e econômicas.</w:t>
            </w:r>
          </w:p>
          <w:p w:rsidR="0077799F" w:rsidRPr="00A240B2" w:rsidRDefault="0077799F" w:rsidP="009149C1">
            <w:pPr>
              <w:jc w:val="both"/>
              <w:rPr>
                <w:bCs/>
                <w:sz w:val="20"/>
                <w:szCs w:val="20"/>
              </w:rPr>
            </w:pPr>
            <w:r w:rsidRPr="00A240B2">
              <w:rPr>
                <w:bCs/>
                <w:sz w:val="20"/>
                <w:szCs w:val="20"/>
              </w:rPr>
              <w:t>OBJETIVOS ESPECÍFICOS:</w:t>
            </w:r>
          </w:p>
          <w:p w:rsidR="0077799F" w:rsidRPr="00A240B2" w:rsidRDefault="0077799F" w:rsidP="009149C1">
            <w:pPr>
              <w:jc w:val="both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ab/>
              <w:t>Mostrar a aplicabilidade e os benefícios do uso da estatística na Contabilidade.</w:t>
            </w:r>
          </w:p>
          <w:p w:rsidR="0077799F" w:rsidRDefault="0077799F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ab/>
              <w:t>Discutir a necessidade de organização e sumarização de dados estatísticos.</w:t>
            </w:r>
          </w:p>
          <w:p w:rsidR="0077799F" w:rsidRPr="00A240B2" w:rsidRDefault="0077799F" w:rsidP="009149C1">
            <w:pPr>
              <w:autoSpaceDE w:val="0"/>
              <w:autoSpaceDN w:val="0"/>
              <w:adjustRightInd w:val="0"/>
              <w:rPr>
                <w:sz w:val="2"/>
                <w:szCs w:val="20"/>
              </w:rPr>
            </w:pPr>
          </w:p>
        </w:tc>
      </w:tr>
    </w:tbl>
    <w:p w:rsidR="0077799F" w:rsidRPr="00A240B2" w:rsidRDefault="0077799F">
      <w:pPr>
        <w:rPr>
          <w:sz w:val="1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77799F" w:rsidRPr="00A240B2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77799F" w:rsidRPr="00A240B2" w:rsidRDefault="0077799F" w:rsidP="00370DBB">
            <w:pPr>
              <w:pStyle w:val="Heading3"/>
              <w:rPr>
                <w:b w:val="0"/>
                <w:lang w:val="pt-BR"/>
              </w:rPr>
            </w:pPr>
            <w:r w:rsidRPr="00A240B2">
              <w:rPr>
                <w:b w:val="0"/>
                <w:lang w:val="pt-BR"/>
              </w:rPr>
              <w:t>III- CONTEÚDO PROGRAMÁTICO</w:t>
            </w:r>
          </w:p>
        </w:tc>
      </w:tr>
      <w:tr w:rsidR="0077799F" w:rsidRPr="00A240B2" w:rsidTr="00A240B2">
        <w:trPr>
          <w:cantSplit/>
          <w:trHeight w:val="4534"/>
          <w:jc w:val="center"/>
        </w:trPr>
        <w:tc>
          <w:tcPr>
            <w:tcW w:w="9678" w:type="dxa"/>
            <w:tcBorders>
              <w:bottom w:val="single" w:sz="4" w:space="0" w:color="auto"/>
            </w:tcBorders>
          </w:tcPr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40B2">
              <w:rPr>
                <w:bCs/>
                <w:sz w:val="20"/>
                <w:szCs w:val="20"/>
              </w:rPr>
              <w:t>Análise de Dados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 Estatística aplicada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 Estatística descritiva e inferencial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 Estatística clássica e análise baynesiana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 Variáveis discretas e contínuas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40B2">
              <w:rPr>
                <w:bCs/>
                <w:sz w:val="20"/>
                <w:szCs w:val="20"/>
              </w:rPr>
              <w:t>Distribuição de Frequência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 Intervalos de classe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 Histogramas e polígono de frequência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 Frequência acumulada e relativa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 Representação gráfica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40B2">
              <w:rPr>
                <w:bCs/>
                <w:sz w:val="20"/>
                <w:szCs w:val="20"/>
              </w:rPr>
              <w:t>Descrição de Dados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Média aritmética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Media geométrica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Mediana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Moda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Quatiis, decis e percentis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Amplitude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Desvio médio, variância e desvio-padrão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 Coeficiente de variação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"/>
                <w:szCs w:val="20"/>
              </w:rPr>
            </w:pPr>
          </w:p>
        </w:tc>
      </w:tr>
    </w:tbl>
    <w:p w:rsidR="0077799F" w:rsidRPr="00A240B2" w:rsidRDefault="0077799F">
      <w:pPr>
        <w:rPr>
          <w:sz w:val="6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77799F" w:rsidRPr="00A240B2">
        <w:tc>
          <w:tcPr>
            <w:tcW w:w="9640" w:type="dxa"/>
          </w:tcPr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40B2">
              <w:rPr>
                <w:bCs/>
                <w:sz w:val="20"/>
                <w:szCs w:val="20"/>
              </w:rPr>
              <w:t>Regressão e Correlação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Teoria da correlação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Correlação linear e múltipla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Medidas de correlação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Mínimos quadrados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Equação de correlação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Variação explicada e não explicada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Coeficiente de determinação e de correlação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40B2">
              <w:rPr>
                <w:bCs/>
                <w:sz w:val="20"/>
                <w:szCs w:val="20"/>
              </w:rPr>
              <w:t>Séries Temporais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Modelo clássico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Tendência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Variáveis cíclicas e irregulares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Variáveis sazonais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Previsão de ciclos e indicadores econômicos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40B2">
              <w:rPr>
                <w:bCs/>
                <w:sz w:val="20"/>
                <w:szCs w:val="20"/>
              </w:rPr>
              <w:t>Representação Gráfica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Gráficos e tabelas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40B2">
              <w:rPr>
                <w:bCs/>
                <w:sz w:val="20"/>
                <w:szCs w:val="20"/>
              </w:rPr>
              <w:t>Números Índices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Construção de índices simples e compostos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Mudança de base de um número índice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Índice de preço ao consumidor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Deflação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40B2">
              <w:rPr>
                <w:bCs/>
                <w:sz w:val="20"/>
                <w:szCs w:val="20"/>
              </w:rPr>
              <w:t>Teoria da Amostragem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Amostras e populações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Amostra aleatória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Valor esperado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40B2">
              <w:rPr>
                <w:bCs/>
                <w:sz w:val="20"/>
                <w:szCs w:val="20"/>
              </w:rPr>
              <w:t>Testes de Hipóteses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Teste de diferenças de médias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Determinação do tamanho da amostra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Teste qui quadrado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Distribuição T Student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Distribuição binomial</w:t>
            </w:r>
          </w:p>
          <w:p w:rsidR="0077799F" w:rsidRPr="00A240B2" w:rsidRDefault="0077799F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             Teste de diferença entre variâncias</w:t>
            </w:r>
          </w:p>
          <w:p w:rsidR="0077799F" w:rsidRPr="00A240B2" w:rsidRDefault="0077799F" w:rsidP="00BF7B67">
            <w:pPr>
              <w:ind w:left="1423"/>
              <w:jc w:val="both"/>
              <w:rPr>
                <w:sz w:val="20"/>
                <w:szCs w:val="20"/>
              </w:rPr>
            </w:pPr>
          </w:p>
        </w:tc>
      </w:tr>
    </w:tbl>
    <w:p w:rsidR="0077799F" w:rsidRPr="000C13AA" w:rsidRDefault="0077799F">
      <w:pPr>
        <w:rPr>
          <w:sz w:val="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77799F" w:rsidRPr="00A240B2">
        <w:trPr>
          <w:jc w:val="center"/>
        </w:trPr>
        <w:tc>
          <w:tcPr>
            <w:tcW w:w="9661" w:type="dxa"/>
            <w:tcBorders>
              <w:bottom w:val="nil"/>
            </w:tcBorders>
          </w:tcPr>
          <w:p w:rsidR="0077799F" w:rsidRPr="00A240B2" w:rsidRDefault="0077799F">
            <w:pPr>
              <w:pStyle w:val="Heading3"/>
              <w:rPr>
                <w:b w:val="0"/>
                <w:lang w:val="pt-BR"/>
              </w:rPr>
            </w:pPr>
            <w:r w:rsidRPr="00A240B2">
              <w:rPr>
                <w:b w:val="0"/>
                <w:lang w:val="pt-BR"/>
              </w:rPr>
              <w:t>IV – PROCEDIMENTOS DIDÁTICOS</w:t>
            </w:r>
          </w:p>
        </w:tc>
      </w:tr>
      <w:tr w:rsidR="0077799F" w:rsidRPr="00A240B2">
        <w:trPr>
          <w:jc w:val="center"/>
        </w:trPr>
        <w:tc>
          <w:tcPr>
            <w:tcW w:w="9661" w:type="dxa"/>
            <w:tcBorders>
              <w:top w:val="nil"/>
            </w:tcBorders>
          </w:tcPr>
          <w:p w:rsidR="0077799F" w:rsidRPr="00A240B2" w:rsidRDefault="0077799F">
            <w:pPr>
              <w:jc w:val="both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>Aulas expositivas com exercícios de aplicações; Construções de tabelas e gráficos e análise dos mesmos; Pesquisa na biblioteca em jornais e revistas de assuntos que se preste a construção e interpretação de gráficos. Utilização de fórmulas estatísticas.</w:t>
            </w:r>
          </w:p>
        </w:tc>
      </w:tr>
    </w:tbl>
    <w:p w:rsidR="0077799F" w:rsidRPr="000C13AA" w:rsidRDefault="0077799F">
      <w:pPr>
        <w:rPr>
          <w:sz w:val="1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77799F" w:rsidRPr="00A240B2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77799F" w:rsidRPr="00A240B2" w:rsidRDefault="0077799F">
            <w:pPr>
              <w:pStyle w:val="Heading3"/>
              <w:rPr>
                <w:b w:val="0"/>
                <w:lang w:val="pt-BR"/>
              </w:rPr>
            </w:pPr>
            <w:r w:rsidRPr="00A240B2">
              <w:rPr>
                <w:b w:val="0"/>
                <w:lang w:val="pt-BR"/>
              </w:rPr>
              <w:t>V – CRITÉRIOS DE AVALIAÇÃO</w:t>
            </w:r>
          </w:p>
        </w:tc>
      </w:tr>
      <w:tr w:rsidR="0077799F" w:rsidRPr="00A240B2">
        <w:trPr>
          <w:cantSplit/>
          <w:trHeight w:val="251"/>
          <w:jc w:val="center"/>
        </w:trPr>
        <w:tc>
          <w:tcPr>
            <w:tcW w:w="9683" w:type="dxa"/>
            <w:tcBorders>
              <w:bottom w:val="single" w:sz="4" w:space="0" w:color="auto"/>
            </w:tcBorders>
          </w:tcPr>
          <w:p w:rsidR="0077799F" w:rsidRPr="00A240B2" w:rsidRDefault="0077799F">
            <w:pPr>
              <w:jc w:val="both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>N1 – Média Aritmética entre a nota de uma prova escrita e um trabalho no 1</w:t>
            </w:r>
            <w:r w:rsidRPr="00A240B2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A240B2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A240B2">
                <w:rPr>
                  <w:sz w:val="20"/>
                  <w:szCs w:val="20"/>
                </w:rPr>
                <w:t>0 a</w:t>
              </w:r>
            </w:smartTag>
            <w:r w:rsidRPr="00A240B2">
              <w:rPr>
                <w:sz w:val="20"/>
                <w:szCs w:val="20"/>
              </w:rPr>
              <w:t xml:space="preserve"> 10)</w:t>
            </w:r>
          </w:p>
          <w:p w:rsidR="0077799F" w:rsidRPr="00A240B2" w:rsidRDefault="0077799F">
            <w:pPr>
              <w:jc w:val="both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>N2 - Média Aritmética entre a nota de uma prova escrita e um trabalho no 2</w:t>
            </w:r>
            <w:r w:rsidRPr="00A240B2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A240B2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A240B2">
                <w:rPr>
                  <w:sz w:val="20"/>
                  <w:szCs w:val="20"/>
                </w:rPr>
                <w:t>0 a</w:t>
              </w:r>
            </w:smartTag>
            <w:r w:rsidRPr="00A240B2">
              <w:rPr>
                <w:sz w:val="20"/>
                <w:szCs w:val="20"/>
              </w:rPr>
              <w:t xml:space="preserve"> 10)</w:t>
            </w:r>
          </w:p>
          <w:p w:rsidR="0077799F" w:rsidRPr="00A240B2" w:rsidRDefault="0077799F">
            <w:pPr>
              <w:jc w:val="both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>N3 - Média Aritmética entre a nota de uma prova escrita e um trabalho no 3</w:t>
            </w:r>
            <w:r w:rsidRPr="00A240B2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A240B2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A240B2">
                <w:rPr>
                  <w:sz w:val="20"/>
                  <w:szCs w:val="20"/>
                </w:rPr>
                <w:t>0 a</w:t>
              </w:r>
            </w:smartTag>
            <w:r w:rsidRPr="00A240B2">
              <w:rPr>
                <w:sz w:val="20"/>
                <w:szCs w:val="20"/>
              </w:rPr>
              <w:t xml:space="preserve"> 10)</w:t>
            </w:r>
          </w:p>
          <w:p w:rsidR="0077799F" w:rsidRPr="00A240B2" w:rsidRDefault="0077799F">
            <w:pPr>
              <w:jc w:val="both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>N4 – Média Aritmética entre a nota de uma prova escrita e um trabalho no 4</w:t>
            </w:r>
            <w:r w:rsidRPr="00A240B2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A240B2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A240B2">
                <w:rPr>
                  <w:sz w:val="20"/>
                  <w:szCs w:val="20"/>
                </w:rPr>
                <w:t>0 a</w:t>
              </w:r>
            </w:smartTag>
            <w:r w:rsidRPr="00A240B2">
              <w:rPr>
                <w:sz w:val="20"/>
                <w:szCs w:val="20"/>
              </w:rPr>
              <w:t xml:space="preserve"> 10)</w:t>
            </w:r>
          </w:p>
          <w:p w:rsidR="0077799F" w:rsidRPr="00A240B2" w:rsidRDefault="0077799F">
            <w:pPr>
              <w:jc w:val="both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>NF – Média Final</w:t>
            </w:r>
          </w:p>
          <w:p w:rsidR="0077799F" w:rsidRPr="00A240B2" w:rsidRDefault="0077799F">
            <w:pPr>
              <w:jc w:val="both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NF = </w:t>
            </w:r>
            <w:r w:rsidRPr="00A240B2">
              <w:rPr>
                <w:position w:val="-24"/>
                <w:sz w:val="20"/>
                <w:szCs w:val="20"/>
              </w:rPr>
              <w:object w:dxaOrig="2040" w:dyaOrig="620">
                <v:shape id="_x0000_i1025" type="#_x0000_t75" style="width:102pt;height:30.75pt" o:ole="">
                  <v:imagedata r:id="rId6" o:title=""/>
                </v:shape>
                <o:OLEObject Type="Embed" ProgID="Equation.3" ShapeID="_x0000_i1025" DrawAspect="Content" ObjectID="_1396285453" r:id="rId7"/>
              </w:object>
            </w:r>
          </w:p>
        </w:tc>
      </w:tr>
    </w:tbl>
    <w:p w:rsidR="0077799F" w:rsidRPr="000C13AA" w:rsidRDefault="0077799F">
      <w:pPr>
        <w:rPr>
          <w:sz w:val="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7"/>
      </w:tblGrid>
      <w:tr w:rsidR="0077799F" w:rsidRPr="00A240B2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77799F" w:rsidRPr="00A240B2" w:rsidRDefault="0077799F">
            <w:pPr>
              <w:pStyle w:val="Heading3"/>
              <w:rPr>
                <w:b w:val="0"/>
                <w:lang w:val="pt-BR"/>
              </w:rPr>
            </w:pPr>
            <w:r w:rsidRPr="00A240B2">
              <w:rPr>
                <w:b w:val="0"/>
                <w:lang w:val="pt-BR"/>
              </w:rPr>
              <w:t>VI – BIBLIOGRAFIA BÁSICA</w:t>
            </w:r>
          </w:p>
        </w:tc>
      </w:tr>
      <w:tr w:rsidR="0077799F" w:rsidRPr="00A240B2">
        <w:trPr>
          <w:cantSplit/>
          <w:trHeight w:val="272"/>
          <w:jc w:val="center"/>
        </w:trPr>
        <w:tc>
          <w:tcPr>
            <w:tcW w:w="9727" w:type="dxa"/>
          </w:tcPr>
          <w:p w:rsidR="0077799F" w:rsidRPr="00A240B2" w:rsidRDefault="0077799F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BRUNI, Adriano Leal. </w:t>
            </w:r>
            <w:r w:rsidRPr="00A240B2">
              <w:rPr>
                <w:bCs/>
                <w:sz w:val="20"/>
                <w:szCs w:val="20"/>
              </w:rPr>
              <w:t>Estatística aplicada à gestão empresarial</w:t>
            </w:r>
            <w:r w:rsidRPr="00A240B2">
              <w:rPr>
                <w:sz w:val="20"/>
                <w:szCs w:val="20"/>
              </w:rPr>
              <w:t>. 2.ed. São Paulo: Atlas, 2008.ISBN 978 85 224 5237 8.</w:t>
            </w:r>
          </w:p>
          <w:p w:rsidR="0077799F" w:rsidRPr="00A240B2" w:rsidRDefault="0077799F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KAZMIER, J Leonard. </w:t>
            </w:r>
            <w:r w:rsidRPr="00A240B2">
              <w:rPr>
                <w:bCs/>
                <w:sz w:val="20"/>
                <w:szCs w:val="20"/>
              </w:rPr>
              <w:t xml:space="preserve">Estatística aplicada à economia e administração. </w:t>
            </w:r>
            <w:r w:rsidRPr="00A240B2">
              <w:rPr>
                <w:sz w:val="20"/>
                <w:szCs w:val="20"/>
              </w:rPr>
              <w:t>4. ed. São Paulo: Mc-      Graw-Hill, 2007. 392 p. ISBN 978 85 600 3147 4.</w:t>
            </w:r>
          </w:p>
          <w:p w:rsidR="0077799F" w:rsidRPr="00A240B2" w:rsidRDefault="0077799F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SPIEGEL, Murray R. </w:t>
            </w:r>
            <w:r w:rsidRPr="00A240B2">
              <w:rPr>
                <w:bCs/>
                <w:sz w:val="20"/>
                <w:szCs w:val="20"/>
              </w:rPr>
              <w:t xml:space="preserve">Estatística. 3. ed. São Paulo: </w:t>
            </w:r>
            <w:r w:rsidRPr="00A240B2">
              <w:rPr>
                <w:sz w:val="20"/>
                <w:szCs w:val="20"/>
              </w:rPr>
              <w:t>Makron, 1994. 644 p. ISBN 85 346 0120 8.</w:t>
            </w:r>
          </w:p>
          <w:p w:rsidR="0077799F" w:rsidRPr="00A240B2" w:rsidRDefault="0077799F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STEVENSON, Wiliam J. </w:t>
            </w:r>
            <w:r w:rsidRPr="00A240B2">
              <w:rPr>
                <w:bCs/>
                <w:sz w:val="20"/>
                <w:szCs w:val="20"/>
              </w:rPr>
              <w:t xml:space="preserve">Estatística aplicada à administração. </w:t>
            </w:r>
            <w:r w:rsidRPr="00A240B2">
              <w:rPr>
                <w:sz w:val="20"/>
                <w:szCs w:val="20"/>
              </w:rPr>
              <w:t>São Paulo: Harbra, 2001. 498</w:t>
            </w:r>
            <w:r>
              <w:rPr>
                <w:sz w:val="20"/>
                <w:szCs w:val="20"/>
              </w:rPr>
              <w:t xml:space="preserve"> </w:t>
            </w:r>
            <w:r w:rsidRPr="00A240B2">
              <w:rPr>
                <w:sz w:val="20"/>
                <w:szCs w:val="20"/>
              </w:rPr>
              <w:t xml:space="preserve">    p. ISBN 85 294 0092 5.</w:t>
            </w:r>
          </w:p>
        </w:tc>
      </w:tr>
      <w:tr w:rsidR="0077799F" w:rsidRPr="00A240B2">
        <w:trPr>
          <w:cantSplit/>
          <w:trHeight w:val="272"/>
          <w:jc w:val="center"/>
        </w:trPr>
        <w:tc>
          <w:tcPr>
            <w:tcW w:w="9727" w:type="dxa"/>
          </w:tcPr>
          <w:p w:rsidR="0077799F" w:rsidRPr="00A240B2" w:rsidRDefault="0077799F">
            <w:pPr>
              <w:pStyle w:val="Heading4"/>
              <w:rPr>
                <w:b w:val="0"/>
                <w:i w:val="0"/>
                <w:iCs w:val="0"/>
                <w:sz w:val="20"/>
                <w:szCs w:val="20"/>
              </w:rPr>
            </w:pPr>
            <w:r w:rsidRPr="00A240B2">
              <w:rPr>
                <w:b w:val="0"/>
                <w:i w:val="0"/>
                <w:iCs w:val="0"/>
                <w:sz w:val="20"/>
                <w:szCs w:val="20"/>
              </w:rPr>
              <w:t>VII – BIBLIOGRAFIA COMPLEMENTAR</w:t>
            </w:r>
          </w:p>
        </w:tc>
      </w:tr>
      <w:tr w:rsidR="0077799F" w:rsidRPr="00A240B2">
        <w:trPr>
          <w:cantSplit/>
          <w:trHeight w:val="272"/>
          <w:jc w:val="center"/>
        </w:trPr>
        <w:tc>
          <w:tcPr>
            <w:tcW w:w="9727" w:type="dxa"/>
            <w:tcBorders>
              <w:bottom w:val="single" w:sz="4" w:space="0" w:color="auto"/>
            </w:tcBorders>
          </w:tcPr>
          <w:p w:rsidR="0077799F" w:rsidRPr="00A240B2" w:rsidRDefault="0077799F">
            <w:pPr>
              <w:pStyle w:val="BodyTextIndent2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>MARTINS, G. A. e DONAIRE, D. “Princípios de Estatística”. São Paulo: Editora Atlas S. A., 1990;</w:t>
            </w:r>
          </w:p>
          <w:p w:rsidR="0077799F" w:rsidRPr="00A240B2" w:rsidRDefault="0077799F">
            <w:pPr>
              <w:pStyle w:val="BodyTextIndent2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MORETTIN, P. A. e BUSSAB, W. O. Estatística Básica – Métodos Quantitativos para Economistas e </w:t>
            </w:r>
            <w:r>
              <w:rPr>
                <w:sz w:val="20"/>
                <w:szCs w:val="20"/>
              </w:rPr>
              <w:t>Administradores</w:t>
            </w:r>
          </w:p>
          <w:p w:rsidR="0077799F" w:rsidRPr="00A240B2" w:rsidRDefault="0077799F">
            <w:pPr>
              <w:ind w:left="332" w:hanging="332"/>
              <w:jc w:val="both"/>
              <w:rPr>
                <w:sz w:val="20"/>
                <w:szCs w:val="20"/>
              </w:rPr>
            </w:pPr>
          </w:p>
        </w:tc>
      </w:tr>
    </w:tbl>
    <w:p w:rsidR="0077799F" w:rsidRPr="00A240B2" w:rsidRDefault="0077799F">
      <w:pPr>
        <w:rPr>
          <w:sz w:val="20"/>
          <w:szCs w:val="20"/>
        </w:rPr>
      </w:pPr>
    </w:p>
    <w:p w:rsidR="0077799F" w:rsidRDefault="0077799F">
      <w:pPr>
        <w:rPr>
          <w:sz w:val="20"/>
          <w:szCs w:val="20"/>
        </w:rPr>
      </w:pPr>
    </w:p>
    <w:p w:rsidR="0077799F" w:rsidRPr="00A240B2" w:rsidRDefault="0077799F">
      <w:pPr>
        <w:rPr>
          <w:sz w:val="20"/>
          <w:szCs w:val="20"/>
        </w:rPr>
      </w:pPr>
    </w:p>
    <w:p w:rsidR="0077799F" w:rsidRPr="00A240B2" w:rsidRDefault="0077799F">
      <w:pPr>
        <w:rPr>
          <w:sz w:val="20"/>
          <w:szCs w:val="20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8"/>
      </w:tblGrid>
      <w:tr w:rsidR="0077799F" w:rsidRPr="00A240B2">
        <w:trPr>
          <w:jc w:val="center"/>
        </w:trPr>
        <w:tc>
          <w:tcPr>
            <w:tcW w:w="9728" w:type="dxa"/>
            <w:tcBorders>
              <w:top w:val="single" w:sz="4" w:space="0" w:color="auto"/>
              <w:bottom w:val="single" w:sz="4" w:space="0" w:color="auto"/>
            </w:tcBorders>
          </w:tcPr>
          <w:p w:rsidR="0077799F" w:rsidRPr="00A240B2" w:rsidRDefault="0077799F">
            <w:pPr>
              <w:rPr>
                <w:sz w:val="20"/>
                <w:szCs w:val="20"/>
              </w:rPr>
            </w:pPr>
          </w:p>
          <w:p w:rsidR="0077799F" w:rsidRPr="00A240B2" w:rsidRDefault="0077799F">
            <w:pPr>
              <w:jc w:val="center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 xml:space="preserve">Pereira Barreto, 06 de </w:t>
            </w:r>
            <w:r>
              <w:rPr>
                <w:sz w:val="20"/>
                <w:szCs w:val="20"/>
              </w:rPr>
              <w:t>f</w:t>
            </w:r>
            <w:r w:rsidRPr="00A240B2">
              <w:rPr>
                <w:sz w:val="20"/>
                <w:szCs w:val="20"/>
              </w:rPr>
              <w:t>evereiro de 2012.</w:t>
            </w:r>
          </w:p>
          <w:p w:rsidR="0077799F" w:rsidRPr="00A240B2" w:rsidRDefault="0077799F">
            <w:pPr>
              <w:rPr>
                <w:sz w:val="20"/>
                <w:szCs w:val="20"/>
              </w:rPr>
            </w:pPr>
          </w:p>
        </w:tc>
      </w:tr>
    </w:tbl>
    <w:p w:rsidR="0077799F" w:rsidRPr="00A240B2" w:rsidRDefault="0077799F">
      <w:pPr>
        <w:rPr>
          <w:sz w:val="20"/>
          <w:szCs w:val="20"/>
        </w:rPr>
      </w:pPr>
    </w:p>
    <w:p w:rsidR="0077799F" w:rsidRDefault="0077799F">
      <w:pPr>
        <w:rPr>
          <w:sz w:val="20"/>
          <w:szCs w:val="20"/>
        </w:rPr>
      </w:pPr>
    </w:p>
    <w:p w:rsidR="0077799F" w:rsidRDefault="0077799F">
      <w:pPr>
        <w:rPr>
          <w:sz w:val="20"/>
          <w:szCs w:val="20"/>
        </w:rPr>
      </w:pPr>
    </w:p>
    <w:p w:rsidR="0077799F" w:rsidRDefault="0077799F">
      <w:pPr>
        <w:rPr>
          <w:sz w:val="20"/>
          <w:szCs w:val="20"/>
        </w:rPr>
      </w:pPr>
    </w:p>
    <w:p w:rsidR="0077799F" w:rsidRPr="00A240B2" w:rsidRDefault="0077799F">
      <w:pPr>
        <w:rPr>
          <w:sz w:val="20"/>
          <w:szCs w:val="20"/>
        </w:rPr>
      </w:pPr>
    </w:p>
    <w:p w:rsidR="0077799F" w:rsidRPr="00A240B2" w:rsidRDefault="0077799F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229"/>
        <w:gridCol w:w="3465"/>
        <w:gridCol w:w="3015"/>
      </w:tblGrid>
      <w:tr w:rsidR="0077799F" w:rsidRPr="00A240B2">
        <w:tc>
          <w:tcPr>
            <w:tcW w:w="3229" w:type="dxa"/>
            <w:tcBorders>
              <w:top w:val="single" w:sz="4" w:space="0" w:color="auto"/>
            </w:tcBorders>
          </w:tcPr>
          <w:p w:rsidR="0077799F" w:rsidRPr="00A240B2" w:rsidRDefault="0077799F">
            <w:pPr>
              <w:jc w:val="center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>Professor  Responsável</w:t>
            </w:r>
          </w:p>
        </w:tc>
        <w:tc>
          <w:tcPr>
            <w:tcW w:w="3465" w:type="dxa"/>
          </w:tcPr>
          <w:p w:rsidR="0077799F" w:rsidRPr="00A240B2" w:rsidRDefault="007779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</w:tcBorders>
          </w:tcPr>
          <w:p w:rsidR="0077799F" w:rsidRPr="00A240B2" w:rsidRDefault="0077799F">
            <w:pPr>
              <w:jc w:val="center"/>
              <w:rPr>
                <w:sz w:val="20"/>
                <w:szCs w:val="20"/>
              </w:rPr>
            </w:pPr>
            <w:r w:rsidRPr="00A240B2">
              <w:rPr>
                <w:sz w:val="20"/>
                <w:szCs w:val="20"/>
              </w:rPr>
              <w:t>Coordenador(a) do Curso</w:t>
            </w:r>
          </w:p>
        </w:tc>
      </w:tr>
    </w:tbl>
    <w:p w:rsidR="0077799F" w:rsidRPr="00A240B2" w:rsidRDefault="0077799F">
      <w:pPr>
        <w:rPr>
          <w:sz w:val="20"/>
          <w:szCs w:val="20"/>
        </w:rPr>
      </w:pPr>
    </w:p>
    <w:sectPr w:rsidR="0077799F" w:rsidRPr="00A240B2" w:rsidSect="000C13AA">
      <w:pgSz w:w="11907" w:h="16840" w:code="9"/>
      <w:pgMar w:top="720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03CE9"/>
    <w:multiLevelType w:val="hybridMultilevel"/>
    <w:tmpl w:val="16424274"/>
    <w:lvl w:ilvl="0" w:tplc="1CFE9E62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A66E00"/>
    <w:multiLevelType w:val="hybridMultilevel"/>
    <w:tmpl w:val="C8F4AF84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3583"/>
        </w:tabs>
        <w:ind w:left="3583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2">
    <w:nsid w:val="37197B99"/>
    <w:multiLevelType w:val="hybridMultilevel"/>
    <w:tmpl w:val="DFC64E12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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  <w:sz w:val="16"/>
      </w:rPr>
    </w:lvl>
    <w:lvl w:ilvl="3" w:tplc="6E60E7C6">
      <w:start w:val="1"/>
      <w:numFmt w:val="bullet"/>
      <w:lvlText w:val="-"/>
      <w:lvlJc w:val="left"/>
      <w:pPr>
        <w:tabs>
          <w:tab w:val="num" w:pos="3583"/>
        </w:tabs>
        <w:ind w:left="3583" w:hanging="360"/>
      </w:pPr>
      <w:rPr>
        <w:rFonts w:ascii="Times New Roman" w:eastAsia="Times New Roman" w:hAnsi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3">
    <w:nsid w:val="41DC5948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45EF36F7"/>
    <w:multiLevelType w:val="hybridMultilevel"/>
    <w:tmpl w:val="CFF0CBF4"/>
    <w:lvl w:ilvl="0" w:tplc="FFFFFFFF">
      <w:start w:val="1"/>
      <w:numFmt w:val="bullet"/>
      <w:lvlText w:val="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5">
    <w:nsid w:val="506D29FC"/>
    <w:multiLevelType w:val="hybridMultilevel"/>
    <w:tmpl w:val="CFF0CBF4"/>
    <w:lvl w:ilvl="0" w:tplc="FFFFFFFF">
      <w:start w:val="1"/>
      <w:numFmt w:val="bullet"/>
      <w:lvlText w:val="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>
    <w:nsid w:val="55BA7613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7">
    <w:nsid w:val="5F2A1CC2"/>
    <w:multiLevelType w:val="hybridMultilevel"/>
    <w:tmpl w:val="FBBAA600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04160005">
      <w:start w:val="1"/>
      <w:numFmt w:val="bullet"/>
      <w:lvlText w:val=""/>
      <w:lvlJc w:val="left"/>
      <w:pPr>
        <w:tabs>
          <w:tab w:val="num" w:pos="2143"/>
        </w:tabs>
        <w:ind w:left="2143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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  <w:sz w:val="16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8">
    <w:nsid w:val="6A685512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9">
    <w:nsid w:val="6E1B5448"/>
    <w:multiLevelType w:val="hybridMultilevel"/>
    <w:tmpl w:val="C8F4AF84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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  <w:sz w:val="16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4DB"/>
    <w:rsid w:val="000876C5"/>
    <w:rsid w:val="000C13AA"/>
    <w:rsid w:val="00124DEE"/>
    <w:rsid w:val="001F75A9"/>
    <w:rsid w:val="00331399"/>
    <w:rsid w:val="00370DBB"/>
    <w:rsid w:val="004014B0"/>
    <w:rsid w:val="00527395"/>
    <w:rsid w:val="005D3C45"/>
    <w:rsid w:val="006228BF"/>
    <w:rsid w:val="00682FB3"/>
    <w:rsid w:val="007772EC"/>
    <w:rsid w:val="0077799F"/>
    <w:rsid w:val="00792E79"/>
    <w:rsid w:val="00796E58"/>
    <w:rsid w:val="009149C1"/>
    <w:rsid w:val="00975DD9"/>
    <w:rsid w:val="00987E9E"/>
    <w:rsid w:val="009B38FF"/>
    <w:rsid w:val="00A240B2"/>
    <w:rsid w:val="00B330B6"/>
    <w:rsid w:val="00BC1946"/>
    <w:rsid w:val="00BC39D5"/>
    <w:rsid w:val="00BF7B67"/>
    <w:rsid w:val="00C32C0D"/>
    <w:rsid w:val="00C96AFD"/>
    <w:rsid w:val="00CB7672"/>
    <w:rsid w:val="00CE35C8"/>
    <w:rsid w:val="00CE7A96"/>
    <w:rsid w:val="00DE258D"/>
    <w:rsid w:val="00E414DB"/>
    <w:rsid w:val="00EB2E10"/>
    <w:rsid w:val="00ED0750"/>
    <w:rsid w:val="00F47F24"/>
    <w:rsid w:val="00F71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3139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31399"/>
    <w:pPr>
      <w:keepNext/>
      <w:outlineLvl w:val="0"/>
    </w:pPr>
    <w:rPr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1399"/>
    <w:pPr>
      <w:keepNext/>
      <w:outlineLvl w:val="1"/>
    </w:pPr>
    <w:rPr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31399"/>
    <w:pPr>
      <w:keepNext/>
      <w:outlineLvl w:val="2"/>
    </w:pPr>
    <w:rPr>
      <w:b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31399"/>
    <w:pPr>
      <w:keepNext/>
      <w:ind w:left="332" w:hanging="332"/>
      <w:jc w:val="both"/>
      <w:outlineLvl w:val="3"/>
    </w:pPr>
    <w:rPr>
      <w:b/>
      <w:bCs/>
      <w:i/>
      <w:iCs/>
      <w:sz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31399"/>
    <w:pPr>
      <w:keepNext/>
      <w:ind w:firstLine="1985"/>
      <w:outlineLvl w:val="4"/>
    </w:pPr>
    <w:rPr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31399"/>
    <w:pPr>
      <w:keepNext/>
      <w:jc w:val="center"/>
      <w:outlineLvl w:val="5"/>
    </w:pPr>
    <w:rPr>
      <w:i/>
      <w:sz w:val="18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31399"/>
    <w:pPr>
      <w:keepNext/>
      <w:outlineLvl w:val="6"/>
    </w:pPr>
    <w:rPr>
      <w:rFonts w:ascii="Copperplate Gothic Light" w:hAnsi="Copperplate Gothic Light"/>
      <w:b/>
      <w:i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31399"/>
    <w:pPr>
      <w:keepNext/>
      <w:ind w:firstLine="142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31399"/>
    <w:pPr>
      <w:keepNext/>
      <w:outlineLvl w:val="8"/>
    </w:pPr>
    <w:rPr>
      <w:rFonts w:ascii="Copperplate Gothic Light" w:hAnsi="Copperplate Gothic Light"/>
      <w:b/>
      <w:i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19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C19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C194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C1946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C19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C1946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C1946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C1946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C1946"/>
    <w:rPr>
      <w:rFonts w:ascii="Cambria" w:hAnsi="Cambria" w:cs="Times New Roman"/>
    </w:rPr>
  </w:style>
  <w:style w:type="paragraph" w:styleId="BodyTextIndent">
    <w:name w:val="Body Text Indent"/>
    <w:basedOn w:val="Normal"/>
    <w:link w:val="BodyTextIndentChar"/>
    <w:uiPriority w:val="99"/>
    <w:rsid w:val="00331399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C1946"/>
    <w:rPr>
      <w:rFonts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331399"/>
    <w:rPr>
      <w:b/>
      <w:sz w:val="28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331399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C1946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331399"/>
    <w:pPr>
      <w:ind w:left="1436" w:hanging="1436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C1946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719</Words>
  <Characters>3886</Characters>
  <Application>Microsoft Office Outlook</Application>
  <DocSecurity>0</DocSecurity>
  <Lines>0</Lines>
  <Paragraphs>0</Paragraphs>
  <ScaleCrop>false</ScaleCrop>
  <Company>Faculdades Integradas Urubupungá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subject/>
  <dc:creator>Prof. Moacir Amorim</dc:creator>
  <cp:keywords/>
  <dc:description/>
  <cp:lastModifiedBy>windows</cp:lastModifiedBy>
  <cp:revision>5</cp:revision>
  <cp:lastPrinted>2009-06-26T00:53:00Z</cp:lastPrinted>
  <dcterms:created xsi:type="dcterms:W3CDTF">2012-04-02T22:20:00Z</dcterms:created>
  <dcterms:modified xsi:type="dcterms:W3CDTF">2012-04-18T23:18:00Z</dcterms:modified>
</cp:coreProperties>
</file>